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AB" w:rsidRPr="00A31C71" w:rsidRDefault="00161EAB" w:rsidP="00504624">
      <w:pPr>
        <w:rPr>
          <w:rFonts w:ascii="新細明體"/>
        </w:rPr>
      </w:pPr>
      <w:r>
        <w:rPr>
          <w:rFonts w:ascii="新細明體" w:hAnsi="新細明體" w:hint="eastAsia"/>
        </w:rPr>
        <w:t>編製</w:t>
      </w:r>
      <w:r w:rsidRPr="00A31C71">
        <w:rPr>
          <w:rFonts w:ascii="新細明體" w:hAnsi="新細明體" w:hint="eastAsia"/>
        </w:rPr>
        <w:t>：忠孝國中</w:t>
      </w:r>
      <w:r w:rsidRPr="00A31C71">
        <w:rPr>
          <w:rFonts w:ascii="新細明體" w:hAnsi="新細明體"/>
        </w:rPr>
        <w:t xml:space="preserve"> </w:t>
      </w:r>
      <w:r w:rsidRPr="00A31C71">
        <w:rPr>
          <w:rFonts w:ascii="新細明體" w:hAnsi="新細明體" w:hint="eastAsia"/>
        </w:rPr>
        <w:t>莊筱芸老師</w:t>
      </w:r>
    </w:p>
    <w:p w:rsidR="00161EAB" w:rsidRDefault="00161EAB" w:rsidP="00340115">
      <w:pPr>
        <w:rPr>
          <w:rFonts w:ascii="新細明體"/>
        </w:rPr>
      </w:pPr>
      <w:r w:rsidRPr="00473699">
        <w:rPr>
          <w:rFonts w:ascii="標楷體" w:eastAsia="標楷體" w:hAnsi="標楷體"/>
          <w:b/>
        </w:rPr>
        <w:t>G711</w:t>
      </w:r>
      <w:r w:rsidRPr="00473699">
        <w:rPr>
          <w:rFonts w:ascii="新細明體" w:hAnsi="新細明體" w:hint="eastAsia"/>
        </w:rPr>
        <w:t>補救教學</w:t>
      </w:r>
      <w:r w:rsidRPr="00473699">
        <w:rPr>
          <w:rFonts w:ascii="新細明體" w:hAnsi="新細明體"/>
        </w:rPr>
        <w:t xml:space="preserve"> </w:t>
      </w:r>
      <w:r w:rsidRPr="00473699">
        <w:rPr>
          <w:rFonts w:ascii="新細明體" w:hAnsi="新細明體" w:hint="eastAsia"/>
        </w:rPr>
        <w:t>教材內容及參考資料</w:t>
      </w:r>
    </w:p>
    <w:p w:rsidR="00161EAB" w:rsidRPr="00BE6CF4" w:rsidRDefault="00161EAB" w:rsidP="00340115">
      <w:pPr>
        <w:rPr>
          <w:rFonts w:ascii="新細明體"/>
        </w:rPr>
      </w:pPr>
    </w:p>
    <w:p w:rsidR="00161EAB" w:rsidRPr="00473699" w:rsidRDefault="00161EAB" w:rsidP="00473699">
      <w:pPr>
        <w:autoSpaceDE w:val="0"/>
        <w:autoSpaceDN w:val="0"/>
        <w:adjustRightInd w:val="0"/>
        <w:rPr>
          <w:rFonts w:ascii="Times New Roman" w:hAnsi="Times New Roman"/>
          <w:kern w:val="0"/>
          <w:szCs w:val="24"/>
        </w:rPr>
      </w:pPr>
      <w:r>
        <w:t xml:space="preserve">1. </w:t>
      </w:r>
      <w:r>
        <w:rPr>
          <w:rFonts w:hint="eastAsia"/>
        </w:rPr>
        <w:t>上課主題句型：</w:t>
      </w:r>
      <w:r>
        <w:rPr>
          <w:rFonts w:ascii="Times New Roman" w:hAnsi="Times New Roman"/>
          <w:kern w:val="0"/>
          <w:szCs w:val="24"/>
        </w:rPr>
        <w:t>A: What’s Mr. Lin doing?   B: He is doing the dishes in the kitchen.</w:t>
      </w:r>
    </w:p>
    <w:p w:rsidR="00161EAB" w:rsidRDefault="00161EAB" w:rsidP="00340115">
      <w:r>
        <w:rPr>
          <w:noProof/>
        </w:rPr>
        <w:pict>
          <v:shape id="資料庫圖表 1" o:spid="_x0000_i1026" type="#_x0000_t75" style="width:426pt;height:206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">
            <v:imagedata r:id="rId7" o:title="" cropbottom="-1285f"/>
            <o:lock v:ext="edit" aspectratio="f"/>
          </v:shape>
        </w:pict>
      </w:r>
    </w:p>
    <w:p w:rsidR="00161EAB" w:rsidRDefault="00161EAB" w:rsidP="00340115">
      <w:r>
        <w:t>2.</w:t>
      </w:r>
      <w:r>
        <w:rPr>
          <w:rFonts w:hint="eastAsia"/>
        </w:rPr>
        <w:t>參考資料</w:t>
      </w:r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Ansi="Times New Roman"/>
        </w:rPr>
        <w:t>Worksheet 1</w:t>
      </w:r>
    </w:p>
    <w:p w:rsidR="00161EAB" w:rsidRPr="005B5A02" w:rsidRDefault="00161EAB" w:rsidP="005B1DD7">
      <w:pPr>
        <w:rPr>
          <w:rFonts w:ascii="Times New Roman" w:hAnsi="Times New Roman"/>
        </w:rPr>
      </w:pPr>
      <w:hyperlink r:id="rId8" w:history="1">
        <w:r w:rsidRPr="005B5A02">
          <w:rPr>
            <w:rStyle w:val="Hyperlink"/>
            <w:rFonts w:ascii="Times New Roman" w:hAnsi="Times New Roman"/>
          </w:rPr>
          <w:t>http://busyteacher.org/4726-action-verbs-present-progressive.html</w:t>
        </w:r>
      </w:hyperlink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Ansi="Times New Roman"/>
        </w:rPr>
        <w:t>Worksheet 2</w:t>
      </w:r>
    </w:p>
    <w:p w:rsidR="00161EAB" w:rsidRPr="005B5A02" w:rsidRDefault="00161EAB" w:rsidP="005B1DD7">
      <w:pPr>
        <w:rPr>
          <w:rFonts w:ascii="Times New Roman" w:hAnsi="Times New Roman"/>
        </w:rPr>
      </w:pPr>
      <w:hyperlink r:id="rId9" w:history="1">
        <w:r w:rsidRPr="005B5A02">
          <w:rPr>
            <w:rStyle w:val="Hyperlink"/>
            <w:rFonts w:ascii="Times New Roman" w:hAnsi="Times New Roman"/>
          </w:rPr>
          <w:t>http://busyteacher.org/8927-present-progressive-worksheet.html</w:t>
        </w:r>
      </w:hyperlink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Ansi="Times New Roman"/>
        </w:rPr>
        <w:t>worksheet 3 (Simpsons) (</w:t>
      </w:r>
      <w:r w:rsidRPr="005B5A02">
        <w:rPr>
          <w:rFonts w:ascii="Times New Roman" w:hint="eastAsia"/>
        </w:rPr>
        <w:t>有趣</w:t>
      </w:r>
      <w:r w:rsidRPr="005B5A02">
        <w:rPr>
          <w:rFonts w:ascii="Times New Roman" w:hAnsi="Times New Roman"/>
        </w:rPr>
        <w:t>,</w:t>
      </w:r>
      <w:r w:rsidRPr="005B5A02">
        <w:rPr>
          <w:rFonts w:ascii="Times New Roman" w:hint="eastAsia"/>
        </w:rPr>
        <w:t>日常生活動作</w:t>
      </w:r>
      <w:r w:rsidRPr="005B5A02">
        <w:rPr>
          <w:rFonts w:ascii="Times New Roman" w:hAnsi="Times New Roman"/>
        </w:rPr>
        <w:t>)</w:t>
      </w:r>
    </w:p>
    <w:p w:rsidR="00161EAB" w:rsidRPr="005B5A02" w:rsidRDefault="00161EAB" w:rsidP="005B1DD7">
      <w:pPr>
        <w:rPr>
          <w:rFonts w:ascii="Times New Roman" w:hAnsi="Times New Roman"/>
        </w:rPr>
      </w:pPr>
      <w:hyperlink r:id="rId10" w:history="1">
        <w:r w:rsidRPr="005B5A02">
          <w:rPr>
            <w:rStyle w:val="Hyperlink"/>
            <w:rFonts w:ascii="Times New Roman" w:hAnsi="Times New Roman"/>
          </w:rPr>
          <w:t>http://busyteacher.org/9207-what-are-the-simpsons-doing-at-home.html</w:t>
        </w:r>
      </w:hyperlink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Ansi="Times New Roman"/>
        </w:rPr>
        <w:t>worksheet 4 (</w:t>
      </w:r>
      <w:r w:rsidRPr="005B5A02">
        <w:rPr>
          <w:rFonts w:ascii="Times New Roman" w:hint="eastAsia"/>
        </w:rPr>
        <w:t>很多日常生活動作</w:t>
      </w:r>
      <w:r w:rsidRPr="005B5A02">
        <w:rPr>
          <w:rFonts w:ascii="Times New Roman" w:hAnsi="Times New Roman"/>
        </w:rPr>
        <w:t>)</w:t>
      </w:r>
    </w:p>
    <w:p w:rsidR="00161EAB" w:rsidRPr="005B5A02" w:rsidRDefault="00161EAB" w:rsidP="005B1DD7">
      <w:pPr>
        <w:rPr>
          <w:rFonts w:ascii="Times New Roman" w:hAnsi="Times New Roman"/>
        </w:rPr>
      </w:pPr>
      <w:hyperlink r:id="rId11" w:history="1">
        <w:r w:rsidRPr="005B5A02">
          <w:rPr>
            <w:rStyle w:val="Hyperlink"/>
            <w:rFonts w:ascii="Times New Roman" w:hAnsi="Times New Roman"/>
          </w:rPr>
          <w:t>http://busyteacher.org/8946-present-continuous-practice-worksheet.html</w:t>
        </w:r>
      </w:hyperlink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Ansi="Times New Roman"/>
        </w:rPr>
        <w:t>worksheet 5(</w:t>
      </w:r>
      <w:r w:rsidRPr="005B5A02">
        <w:rPr>
          <w:rFonts w:ascii="Times New Roman" w:hint="eastAsia"/>
        </w:rPr>
        <w:t>家事</w:t>
      </w:r>
      <w:r w:rsidRPr="005B5A02">
        <w:rPr>
          <w:rFonts w:ascii="Times New Roman" w:hAnsi="Times New Roman"/>
        </w:rPr>
        <w:t>)</w:t>
      </w:r>
    </w:p>
    <w:p w:rsidR="00161EAB" w:rsidRPr="005B5A02" w:rsidRDefault="00161EAB" w:rsidP="005B1DD7">
      <w:pPr>
        <w:rPr>
          <w:rFonts w:ascii="Times New Roman" w:hAnsi="Times New Roman"/>
        </w:rPr>
      </w:pPr>
      <w:hyperlink r:id="rId12" w:history="1">
        <w:r w:rsidRPr="005B5A02">
          <w:rPr>
            <w:rStyle w:val="Hyperlink"/>
            <w:rFonts w:ascii="Times New Roman" w:hAnsi="Times New Roman"/>
          </w:rPr>
          <w:t>http://busyteacher.org/8458-present-continuous-tense-worksheet.html</w:t>
        </w:r>
      </w:hyperlink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Ansi="Times New Roman"/>
        </w:rPr>
        <w:t>worksheet 6 (</w:t>
      </w:r>
      <w:r w:rsidRPr="005B5A02">
        <w:rPr>
          <w:rFonts w:ascii="Times New Roman" w:hint="eastAsia"/>
        </w:rPr>
        <w:t>可搭配骰子玩遊戲</w:t>
      </w:r>
      <w:r w:rsidRPr="005B5A02">
        <w:rPr>
          <w:rFonts w:ascii="Times New Roman" w:hAnsi="Times New Roman"/>
        </w:rPr>
        <w:t>)</w:t>
      </w:r>
    </w:p>
    <w:p w:rsidR="00161EAB" w:rsidRPr="005B5A02" w:rsidRDefault="00161EAB" w:rsidP="005B1DD7">
      <w:pPr>
        <w:rPr>
          <w:rFonts w:ascii="Times New Roman" w:hAnsi="Times New Roman"/>
        </w:rPr>
      </w:pPr>
      <w:hyperlink r:id="rId13" w:history="1">
        <w:r w:rsidRPr="005B5A02">
          <w:rPr>
            <w:rStyle w:val="Hyperlink"/>
            <w:rFonts w:ascii="Times New Roman" w:hAnsi="Times New Roman"/>
          </w:rPr>
          <w:t>http://busyteacher.org/7880-present-continuous-board-game-easy-verbs.html</w:t>
        </w:r>
      </w:hyperlink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Ansi="Times New Roman"/>
        </w:rPr>
        <w:t>worksheet 7 (30</w:t>
      </w:r>
      <w:r w:rsidRPr="005B5A02">
        <w:rPr>
          <w:rFonts w:ascii="Times New Roman" w:hint="eastAsia"/>
        </w:rPr>
        <w:t>個常用圖片可以做練習，實用</w:t>
      </w:r>
      <w:r w:rsidRPr="005B5A02">
        <w:rPr>
          <w:rFonts w:ascii="Times New Roman" w:hAnsi="Times New Roman"/>
        </w:rPr>
        <w:t>)</w:t>
      </w:r>
    </w:p>
    <w:p w:rsidR="00161EAB" w:rsidRPr="005B5A02" w:rsidRDefault="00161EAB" w:rsidP="005B1DD7">
      <w:pPr>
        <w:rPr>
          <w:rFonts w:ascii="Times New Roman" w:hAnsi="Times New Roman"/>
        </w:rPr>
      </w:pPr>
      <w:hyperlink r:id="rId14" w:history="1">
        <w:r w:rsidRPr="005B5A02">
          <w:rPr>
            <w:rStyle w:val="Hyperlink"/>
            <w:rFonts w:ascii="Times New Roman" w:hAnsi="Times New Roman"/>
          </w:rPr>
          <w:t>http://busyteacher.org/7647-what-are-they-doing.html</w:t>
        </w:r>
      </w:hyperlink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Ansi="Times New Roman"/>
        </w:rPr>
        <w:t>worksheet 8 (our family at home,</w:t>
      </w:r>
      <w:r w:rsidRPr="005B5A02">
        <w:rPr>
          <w:rFonts w:ascii="Times New Roman" w:hint="eastAsia"/>
        </w:rPr>
        <w:t>有搭配介系詞和</w:t>
      </w:r>
      <w:r w:rsidRPr="005B5A02">
        <w:rPr>
          <w:rFonts w:ascii="Times New Roman" w:hAnsi="Times New Roman"/>
        </w:rPr>
        <w:t>T/F</w:t>
      </w:r>
      <w:r w:rsidRPr="005B5A02">
        <w:rPr>
          <w:rFonts w:ascii="Times New Roman" w:hint="eastAsia"/>
        </w:rPr>
        <w:t>練習</w:t>
      </w:r>
      <w:r w:rsidRPr="005B5A02">
        <w:rPr>
          <w:rFonts w:ascii="Times New Roman" w:hAnsi="Times New Roman"/>
        </w:rPr>
        <w:t>)</w:t>
      </w:r>
    </w:p>
    <w:p w:rsidR="00161EAB" w:rsidRPr="005B5A02" w:rsidRDefault="00161EAB" w:rsidP="005B1DD7">
      <w:pPr>
        <w:rPr>
          <w:rFonts w:ascii="Times New Roman" w:hAnsi="Times New Roman"/>
        </w:rPr>
      </w:pPr>
      <w:hyperlink r:id="rId15" w:history="1">
        <w:r w:rsidRPr="005B5A02">
          <w:rPr>
            <w:rStyle w:val="Hyperlink"/>
            <w:rFonts w:ascii="Times New Roman" w:hAnsi="Times New Roman"/>
          </w:rPr>
          <w:t>http://busyteacher.org/7296-our-family-at-home-present-continuous.html</w:t>
        </w:r>
      </w:hyperlink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Ansi="Times New Roman"/>
        </w:rPr>
        <w:t>worksheet 9 (Lemon Tree,</w:t>
      </w:r>
      <w:r w:rsidRPr="005B5A02">
        <w:rPr>
          <w:rFonts w:ascii="Times New Roman" w:hint="eastAsia"/>
        </w:rPr>
        <w:t>歌曲教學</w:t>
      </w:r>
      <w:r w:rsidRPr="005B5A02">
        <w:rPr>
          <w:rFonts w:ascii="Times New Roman" w:hAnsi="Times New Roman"/>
        </w:rPr>
        <w:t>,youtube</w:t>
      </w:r>
      <w:r w:rsidRPr="005B5A02">
        <w:rPr>
          <w:rFonts w:ascii="Times New Roman" w:hint="eastAsia"/>
        </w:rPr>
        <w:t>有趣</w:t>
      </w:r>
      <w:r w:rsidRPr="005B5A02">
        <w:rPr>
          <w:rFonts w:ascii="Times New Roman" w:hAnsi="Times New Roman"/>
        </w:rPr>
        <w:t>MV)</w:t>
      </w:r>
    </w:p>
    <w:p w:rsidR="00161EAB" w:rsidRPr="005B5A02" w:rsidRDefault="00161EAB" w:rsidP="005B1DD7">
      <w:pPr>
        <w:rPr>
          <w:rFonts w:ascii="Times New Roman" w:hAnsi="Times New Roman"/>
        </w:rPr>
      </w:pPr>
      <w:hyperlink r:id="rId16" w:history="1">
        <w:r w:rsidRPr="005B5A02">
          <w:rPr>
            <w:rStyle w:val="Hyperlink"/>
            <w:rFonts w:ascii="Times New Roman" w:hAnsi="Times New Roman"/>
          </w:rPr>
          <w:t>http://www.youtube.com/watch?v=hhaeXCUfKJA</w:t>
        </w:r>
      </w:hyperlink>
    </w:p>
    <w:p w:rsidR="00161EAB" w:rsidRPr="00BE6CF4" w:rsidRDefault="00161EAB" w:rsidP="005B1DD7">
      <w:pPr>
        <w:rPr>
          <w:rFonts w:ascii="Times New Roman" w:hAnsi="Times New Roman"/>
        </w:rPr>
      </w:pPr>
      <w:hyperlink r:id="rId17" w:history="1">
        <w:r w:rsidRPr="005B5A02">
          <w:rPr>
            <w:rStyle w:val="Hyperlink"/>
            <w:rFonts w:ascii="Times New Roman" w:hAnsi="Times New Roman"/>
          </w:rPr>
          <w:t>http://busyteacher.org/6742-lemon-tree-song.html</w:t>
        </w:r>
      </w:hyperlink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int="eastAsia"/>
        </w:rPr>
        <w:t>教學</w:t>
      </w:r>
      <w:r w:rsidRPr="005B5A02">
        <w:rPr>
          <w:rFonts w:ascii="Times New Roman" w:hAnsi="Times New Roman"/>
        </w:rPr>
        <w:t>Powerpoint 1 (Good!)</w:t>
      </w:r>
    </w:p>
    <w:p w:rsidR="00161EAB" w:rsidRPr="005B5A02" w:rsidRDefault="00161EAB" w:rsidP="005B1DD7">
      <w:pPr>
        <w:rPr>
          <w:rFonts w:ascii="Times New Roman" w:hAnsi="Times New Roman"/>
        </w:rPr>
      </w:pPr>
      <w:hyperlink r:id="rId18" w:history="1">
        <w:r w:rsidRPr="005B5A02">
          <w:rPr>
            <w:rStyle w:val="Hyperlink"/>
            <w:rFonts w:ascii="Times New Roman" w:hAnsi="Times New Roman"/>
          </w:rPr>
          <w:t>http://busyteacher.org/9484-present-continuous-powerpoint-presentation.html</w:t>
        </w:r>
      </w:hyperlink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int="eastAsia"/>
        </w:rPr>
        <w:t>教學</w:t>
      </w:r>
      <w:r w:rsidRPr="005B5A02">
        <w:rPr>
          <w:rFonts w:ascii="Times New Roman" w:hAnsi="Times New Roman"/>
        </w:rPr>
        <w:t>powerpoint 2</w:t>
      </w:r>
    </w:p>
    <w:p w:rsidR="00161EAB" w:rsidRPr="00BE6CF4" w:rsidRDefault="00161EAB" w:rsidP="00340115">
      <w:pPr>
        <w:rPr>
          <w:rFonts w:ascii="Times New Roman" w:hAnsi="Times New Roman"/>
        </w:rPr>
      </w:pPr>
      <w:hyperlink r:id="rId19" w:history="1">
        <w:r w:rsidRPr="005B5A02">
          <w:rPr>
            <w:rStyle w:val="Hyperlink"/>
            <w:rFonts w:ascii="Times New Roman" w:hAnsi="Times New Roman"/>
          </w:rPr>
          <w:t>http://busyteacher.org/7623-the-present-continuous-tense-powerpoint.html</w:t>
        </w:r>
      </w:hyperlink>
    </w:p>
    <w:p w:rsidR="00161EAB" w:rsidRDefault="00161EAB" w:rsidP="00340115">
      <w:pPr>
        <w:rPr>
          <w:rFonts w:ascii="新細明體"/>
        </w:rPr>
      </w:pPr>
      <w:r>
        <w:rPr>
          <w:rFonts w:ascii="新細明體" w:hAnsi="新細明體" w:hint="eastAsia"/>
        </w:rPr>
        <w:t>編製</w:t>
      </w:r>
      <w:r w:rsidRPr="00A31C71">
        <w:rPr>
          <w:rFonts w:ascii="新細明體" w:hAnsi="新細明體" w:hint="eastAsia"/>
        </w:rPr>
        <w:t>：忠孝國中</w:t>
      </w:r>
      <w:r w:rsidRPr="00A31C71">
        <w:rPr>
          <w:rFonts w:ascii="新細明體" w:hAnsi="新細明體"/>
        </w:rPr>
        <w:t xml:space="preserve"> </w:t>
      </w:r>
      <w:r w:rsidRPr="00A31C71">
        <w:rPr>
          <w:rFonts w:ascii="新細明體" w:hAnsi="新細明體" w:hint="eastAsia"/>
        </w:rPr>
        <w:t>莊筱芸老師</w:t>
      </w:r>
    </w:p>
    <w:p w:rsidR="00161EAB" w:rsidRPr="005B5A02" w:rsidRDefault="00161EAB" w:rsidP="00340115">
      <w:pPr>
        <w:rPr>
          <w:rFonts w:ascii="Times New Roman" w:eastAsia="標楷體" w:hAnsi="Times New Roman"/>
          <w:b/>
          <w:sz w:val="30"/>
          <w:szCs w:val="30"/>
        </w:rPr>
      </w:pPr>
      <w:r w:rsidRPr="005B5A02">
        <w:rPr>
          <w:rFonts w:ascii="Times New Roman" w:eastAsia="標楷體" w:hAnsi="Times New Roman"/>
          <w:b/>
          <w:sz w:val="30"/>
          <w:szCs w:val="30"/>
        </w:rPr>
        <w:t>G711</w:t>
      </w:r>
      <w:r w:rsidRPr="005B5A02">
        <w:rPr>
          <w:rFonts w:ascii="Times New Roman" w:eastAsia="標楷體" w:hAnsi="標楷體" w:hint="eastAsia"/>
          <w:b/>
          <w:sz w:val="30"/>
          <w:szCs w:val="30"/>
        </w:rPr>
        <w:t>補救教學簡案</w:t>
      </w:r>
    </w:p>
    <w:p w:rsidR="00161EAB" w:rsidRPr="005B5A02" w:rsidRDefault="00161EAB" w:rsidP="005B1DD7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>Warm up</w:t>
      </w:r>
    </w:p>
    <w:p w:rsidR="00161EAB" w:rsidRPr="005B5A02" w:rsidRDefault="00161EAB" w:rsidP="005B1DD7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>Show the flashcards and review the words listed below.</w:t>
      </w:r>
    </w:p>
    <w:p w:rsidR="00161EAB" w:rsidRPr="005B5A02" w:rsidRDefault="00161EAB" w:rsidP="005B1DD7">
      <w:pPr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   </w:t>
      </w:r>
      <w:r w:rsidRPr="005B5A02">
        <w:rPr>
          <w:rFonts w:ascii="Times New Roman" w:hint="eastAsia"/>
        </w:rPr>
        <w:t>動詞</w:t>
      </w:r>
      <w:r w:rsidRPr="005B5A02">
        <w:rPr>
          <w:rFonts w:ascii="Times New Roman" w:hAnsi="Times New Roman"/>
        </w:rPr>
        <w:t>:call, catch, clean, cook, listen, make, wash, watch</w:t>
      </w:r>
    </w:p>
    <w:p w:rsidR="00161EAB" w:rsidRPr="005B5A02" w:rsidRDefault="00161EAB" w:rsidP="003F6C1B">
      <w:pPr>
        <w:ind w:firstLineChars="150" w:firstLine="31680"/>
        <w:rPr>
          <w:rFonts w:ascii="Times New Roman" w:hAnsi="Times New Roman"/>
        </w:rPr>
      </w:pPr>
      <w:r w:rsidRPr="005B5A02">
        <w:rPr>
          <w:rFonts w:ascii="Times New Roman" w:hint="eastAsia"/>
        </w:rPr>
        <w:t>名詞</w:t>
      </w:r>
      <w:r w:rsidRPr="005B5A02">
        <w:rPr>
          <w:rFonts w:ascii="Times New Roman" w:hAnsi="Times New Roman"/>
        </w:rPr>
        <w:t>: dining room, game, house, living room, sofa, song, TV</w:t>
      </w:r>
    </w:p>
    <w:p w:rsidR="00161EAB" w:rsidRPr="005B5A02" w:rsidRDefault="00161EAB" w:rsidP="003F6C1B">
      <w:pPr>
        <w:ind w:firstLineChars="150" w:firstLine="31680"/>
        <w:rPr>
          <w:rFonts w:ascii="Times New Roman" w:hAnsi="Times New Roman"/>
        </w:rPr>
      </w:pPr>
      <w:r w:rsidRPr="005B5A02">
        <w:rPr>
          <w:rFonts w:ascii="Times New Roman" w:hint="eastAsia"/>
        </w:rPr>
        <w:t>介係詞</w:t>
      </w:r>
      <w:r w:rsidRPr="005B5A02">
        <w:rPr>
          <w:rFonts w:ascii="Times New Roman" w:hAnsi="Times New Roman"/>
        </w:rPr>
        <w:t>: in , on, at, under, by</w:t>
      </w:r>
    </w:p>
    <w:p w:rsidR="00161EAB" w:rsidRPr="005B5A02" w:rsidRDefault="00161EAB" w:rsidP="003F6C1B">
      <w:pPr>
        <w:ind w:firstLineChars="150" w:firstLine="31680"/>
        <w:rPr>
          <w:rFonts w:ascii="Times New Roman" w:hAnsi="Times New Roman"/>
        </w:rPr>
      </w:pPr>
    </w:p>
    <w:p w:rsidR="00161EAB" w:rsidRPr="005B5A02" w:rsidRDefault="00161EAB" w:rsidP="005B1DD7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>Presentation</w:t>
      </w:r>
    </w:p>
    <w:p w:rsidR="00161EAB" w:rsidRPr="005B5A02" w:rsidRDefault="00161EAB" w:rsidP="005B1DD7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Give out the worksheet. </w:t>
      </w:r>
    </w:p>
    <w:p w:rsidR="00161EAB" w:rsidRPr="005B5A02" w:rsidRDefault="00161EAB" w:rsidP="005B1DD7">
      <w:pPr>
        <w:pStyle w:val="ListParagraph"/>
        <w:ind w:leftChars="0" w:left="36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(Download: </w:t>
      </w:r>
      <w:hyperlink r:id="rId20" w:history="1">
        <w:r w:rsidRPr="005B5A02">
          <w:rPr>
            <w:rStyle w:val="Hyperlink"/>
            <w:rFonts w:ascii="Times New Roman" w:hAnsi="Times New Roman"/>
          </w:rPr>
          <w:t>http://busyteacher.org/9207-what-are-the-simpsons-doing-at-home.html</w:t>
        </w:r>
      </w:hyperlink>
      <w:r w:rsidRPr="005B5A02">
        <w:rPr>
          <w:rFonts w:ascii="Times New Roman" w:hAnsi="Times New Roman"/>
        </w:rPr>
        <w:t>)</w:t>
      </w:r>
    </w:p>
    <w:p w:rsidR="00161EAB" w:rsidRPr="005B5A02" w:rsidRDefault="00161EAB" w:rsidP="005B1DD7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>Ask students what the pictures on the worksheet mean. Write these actions in English on the blackboard.</w:t>
      </w:r>
    </w:p>
    <w:p w:rsidR="00161EAB" w:rsidRPr="005B5A02" w:rsidRDefault="00161EAB" w:rsidP="005B1DD7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Show the sentence pattern: </w:t>
      </w:r>
    </w:p>
    <w:p w:rsidR="00161EAB" w:rsidRPr="005B5A02" w:rsidRDefault="00161EAB" w:rsidP="003F6C1B">
      <w:pPr>
        <w:ind w:firstLineChars="450" w:firstLine="31680"/>
        <w:rPr>
          <w:rFonts w:ascii="Times New Roman" w:hAnsi="Times New Roman"/>
          <w:b/>
          <w:i/>
        </w:rPr>
      </w:pPr>
      <w:r w:rsidRPr="005B5A02">
        <w:rPr>
          <w:rFonts w:ascii="Times New Roman" w:hAnsi="Times New Roman"/>
          <w:b/>
          <w:i/>
        </w:rPr>
        <w:t>A: What is/are + S + doing?</w:t>
      </w:r>
    </w:p>
    <w:p w:rsidR="00161EAB" w:rsidRPr="005B5A02" w:rsidRDefault="00161EAB" w:rsidP="003F6C1B">
      <w:pPr>
        <w:ind w:firstLineChars="450" w:firstLine="31680"/>
        <w:rPr>
          <w:rFonts w:ascii="Times New Roman" w:hAnsi="Times New Roman"/>
          <w:b/>
          <w:i/>
        </w:rPr>
      </w:pPr>
      <w:r w:rsidRPr="005B5A02">
        <w:rPr>
          <w:rFonts w:ascii="Times New Roman" w:hAnsi="Times New Roman"/>
          <w:b/>
          <w:i/>
        </w:rPr>
        <w:t>B: S am/are/is +Ving + in/on/at…+place.</w:t>
      </w:r>
    </w:p>
    <w:p w:rsidR="00161EAB" w:rsidRPr="005B5A02" w:rsidRDefault="00161EAB" w:rsidP="005B1DD7">
      <w:pPr>
        <w:rPr>
          <w:rFonts w:ascii="Times New Roman" w:hAnsi="Times New Roman"/>
        </w:rPr>
      </w:pPr>
    </w:p>
    <w:p w:rsidR="00161EAB" w:rsidRPr="005B5A02" w:rsidRDefault="00161EAB" w:rsidP="005B1DD7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>Practice</w:t>
      </w:r>
    </w:p>
    <w:p w:rsidR="00161EAB" w:rsidRPr="005B5A02" w:rsidRDefault="00161EAB" w:rsidP="005B1DD7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Have students practice this sentence pattern orally with the pictures on the worksheet. </w:t>
      </w:r>
    </w:p>
    <w:p w:rsidR="00161EAB" w:rsidRPr="005B5A02" w:rsidRDefault="00161EAB" w:rsidP="005B1DD7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After the oral practice, have students write down the answers on the worksheet. </w:t>
      </w:r>
    </w:p>
    <w:p w:rsidR="00161EAB" w:rsidRPr="005B5A02" w:rsidRDefault="00161EAB" w:rsidP="005B1DD7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Ask student to write their answer on the blackboard. </w:t>
      </w:r>
    </w:p>
    <w:p w:rsidR="00161EAB" w:rsidRPr="005B5A02" w:rsidRDefault="00161EAB" w:rsidP="005B1DD7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Check the answers and make sure if each student get the correct answers. </w:t>
      </w:r>
    </w:p>
    <w:p w:rsidR="00161EAB" w:rsidRPr="005B5A02" w:rsidRDefault="00161EAB" w:rsidP="005B1DD7">
      <w:pPr>
        <w:rPr>
          <w:rFonts w:ascii="Times New Roman" w:hAnsi="Times New Roman"/>
        </w:rPr>
      </w:pPr>
    </w:p>
    <w:p w:rsidR="00161EAB" w:rsidRPr="005B5A02" w:rsidRDefault="00161EAB" w:rsidP="005B1DD7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>Activity</w:t>
      </w:r>
    </w:p>
    <w:p w:rsidR="00161EAB" w:rsidRPr="005B5A02" w:rsidRDefault="00161EAB" w:rsidP="005B1DD7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Give out the “Lemon Tree” song worksheet. </w:t>
      </w:r>
    </w:p>
    <w:p w:rsidR="00161EAB" w:rsidRPr="005B5A02" w:rsidRDefault="00161EAB" w:rsidP="005B1DD7">
      <w:pPr>
        <w:pStyle w:val="ListParagraph"/>
        <w:ind w:leftChars="0" w:left="36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(Download: </w:t>
      </w:r>
      <w:hyperlink r:id="rId21" w:history="1">
        <w:r w:rsidRPr="005B5A02">
          <w:rPr>
            <w:rStyle w:val="Hyperlink"/>
            <w:rFonts w:ascii="Times New Roman" w:hAnsi="Times New Roman"/>
          </w:rPr>
          <w:t>http://busyteacher.org/6742-lemon-tree-song.html</w:t>
        </w:r>
      </w:hyperlink>
      <w:r w:rsidRPr="005B5A02">
        <w:rPr>
          <w:rFonts w:ascii="Times New Roman" w:hAnsi="Times New Roman"/>
        </w:rPr>
        <w:t xml:space="preserve"> )</w:t>
      </w:r>
    </w:p>
    <w:p w:rsidR="00161EAB" w:rsidRPr="005B5A02" w:rsidRDefault="00161EAB" w:rsidP="005B1DD7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>Play the song “Lemon Tree” without showing the lyrics. Ask students to fill in the blanks when they hear the missing words.</w:t>
      </w:r>
    </w:p>
    <w:p w:rsidR="00161EAB" w:rsidRPr="005B5A02" w:rsidRDefault="00161EAB" w:rsidP="005B1DD7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Play the video: </w:t>
      </w:r>
      <w:hyperlink r:id="rId22" w:history="1">
        <w:r w:rsidRPr="005B5A02">
          <w:rPr>
            <w:rStyle w:val="Hyperlink"/>
            <w:rFonts w:ascii="Times New Roman" w:hAnsi="Times New Roman"/>
          </w:rPr>
          <w:t>http://www.youtube.com/watch?v=hhaeXCUfKJA</w:t>
        </w:r>
      </w:hyperlink>
    </w:p>
    <w:p w:rsidR="00161EAB" w:rsidRPr="005B5A02" w:rsidRDefault="00161EAB" w:rsidP="005B1DD7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Show the lyrics and let students check their answers. </w:t>
      </w:r>
    </w:p>
    <w:p w:rsidR="00161EAB" w:rsidRPr="005B5A02" w:rsidRDefault="00161EAB" w:rsidP="005B1DD7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>Replay the video and invite students to sing this song together.</w:t>
      </w:r>
    </w:p>
    <w:p w:rsidR="00161EAB" w:rsidRPr="005B5A02" w:rsidRDefault="00161EAB" w:rsidP="005B1DD7">
      <w:pPr>
        <w:rPr>
          <w:rFonts w:ascii="Times New Roman" w:hAnsi="Times New Roman"/>
        </w:rPr>
      </w:pPr>
    </w:p>
    <w:p w:rsidR="00161EAB" w:rsidRPr="005B5A02" w:rsidRDefault="00161EAB" w:rsidP="005B1DD7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Assignment </w:t>
      </w:r>
    </w:p>
    <w:p w:rsidR="00161EAB" w:rsidRPr="005B5A02" w:rsidRDefault="00161EAB" w:rsidP="005B1DD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 xml:space="preserve">Review the sentence pattern and vocabulary. </w:t>
      </w:r>
    </w:p>
    <w:p w:rsidR="00161EAB" w:rsidRPr="005B5A02" w:rsidRDefault="00161EAB" w:rsidP="005B1DD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5B5A02">
        <w:rPr>
          <w:rFonts w:ascii="Times New Roman" w:hAnsi="Times New Roman"/>
        </w:rPr>
        <w:t>Practice the song “Lemon Tree.” In the next class, there is a group singing competition.</w:t>
      </w:r>
    </w:p>
    <w:p w:rsidR="00161EAB" w:rsidRPr="005B1DD7" w:rsidRDefault="00161EAB" w:rsidP="005B1DD7">
      <w:bookmarkStart w:id="0" w:name="_GoBack"/>
      <w:bookmarkEnd w:id="0"/>
    </w:p>
    <w:sectPr w:rsidR="00161EAB" w:rsidRPr="005B1DD7" w:rsidSect="00EF6A5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EAB" w:rsidRDefault="00161EAB" w:rsidP="0066098A">
      <w:r>
        <w:separator/>
      </w:r>
    </w:p>
  </w:endnote>
  <w:endnote w:type="continuationSeparator" w:id="0">
    <w:p w:rsidR="00161EAB" w:rsidRDefault="00161EAB" w:rsidP="00660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EAB" w:rsidRDefault="00161EAB" w:rsidP="0066098A">
      <w:r>
        <w:separator/>
      </w:r>
    </w:p>
  </w:footnote>
  <w:footnote w:type="continuationSeparator" w:id="0">
    <w:p w:rsidR="00161EAB" w:rsidRDefault="00161EAB" w:rsidP="00660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pt;height:12pt" o:bullet="t">
        <v:imagedata r:id="rId1" o:title=""/>
      </v:shape>
    </w:pict>
  </w:numPicBullet>
  <w:abstractNum w:abstractNumId="0">
    <w:nsid w:val="04670EEE"/>
    <w:multiLevelType w:val="hybridMultilevel"/>
    <w:tmpl w:val="A9269730"/>
    <w:lvl w:ilvl="0" w:tplc="A3C2E2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09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28B6AE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92C246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68FB18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EA6D34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B083E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48400A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5C9A72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15D54CC9"/>
    <w:multiLevelType w:val="hybridMultilevel"/>
    <w:tmpl w:val="F8102814"/>
    <w:lvl w:ilvl="0" w:tplc="D3FABFA6">
      <w:start w:val="1"/>
      <w:numFmt w:val="upperLetter"/>
      <w:lvlText w:val="%1.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  <w:rPr>
        <w:rFonts w:cs="Times New Roman"/>
      </w:rPr>
    </w:lvl>
  </w:abstractNum>
  <w:abstractNum w:abstractNumId="3">
    <w:nsid w:val="16284200"/>
    <w:multiLevelType w:val="hybridMultilevel"/>
    <w:tmpl w:val="9208EB32"/>
    <w:lvl w:ilvl="0" w:tplc="38FC64B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185521A1"/>
    <w:multiLevelType w:val="hybridMultilevel"/>
    <w:tmpl w:val="986CF316"/>
    <w:lvl w:ilvl="0" w:tplc="EA2095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5">
    <w:nsid w:val="37C240AB"/>
    <w:multiLevelType w:val="hybridMultilevel"/>
    <w:tmpl w:val="91DE7698"/>
    <w:lvl w:ilvl="0" w:tplc="6A7698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6">
    <w:nsid w:val="420C0CF0"/>
    <w:multiLevelType w:val="hybridMultilevel"/>
    <w:tmpl w:val="B53C406E"/>
    <w:lvl w:ilvl="0" w:tplc="50BE23A4">
      <w:start w:val="1"/>
      <w:numFmt w:val="upperLetter"/>
      <w:lvlText w:val="%1."/>
      <w:lvlJc w:val="left"/>
      <w:pPr>
        <w:ind w:left="1425" w:hanging="360"/>
      </w:pPr>
      <w:rPr>
        <w:rFonts w:ascii="Calibri" w:eastAsia="新細明體" w:hAnsi="Calibri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2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  <w:rPr>
        <w:rFonts w:cs="Times New Roman"/>
      </w:rPr>
    </w:lvl>
  </w:abstractNum>
  <w:abstractNum w:abstractNumId="7">
    <w:nsid w:val="43D87111"/>
    <w:multiLevelType w:val="hybridMultilevel"/>
    <w:tmpl w:val="DCA8D0CC"/>
    <w:lvl w:ilvl="0" w:tplc="9A6A48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49FD2849"/>
    <w:multiLevelType w:val="hybridMultilevel"/>
    <w:tmpl w:val="C2DAE090"/>
    <w:lvl w:ilvl="0" w:tplc="18BA0D9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4F2E5324"/>
    <w:multiLevelType w:val="hybridMultilevel"/>
    <w:tmpl w:val="0082FC82"/>
    <w:lvl w:ilvl="0" w:tplc="3A1E016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  <w:rPr>
        <w:rFonts w:cs="Times New Roman"/>
      </w:rPr>
    </w:lvl>
  </w:abstractNum>
  <w:abstractNum w:abstractNumId="10">
    <w:nsid w:val="506320A2"/>
    <w:multiLevelType w:val="hybridMultilevel"/>
    <w:tmpl w:val="96AA82A8"/>
    <w:lvl w:ilvl="0" w:tplc="210C0B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11">
    <w:nsid w:val="5D3D3491"/>
    <w:multiLevelType w:val="hybridMultilevel"/>
    <w:tmpl w:val="61F8EC5E"/>
    <w:lvl w:ilvl="0" w:tplc="00EEE2A4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>
    <w:nsid w:val="665C33FC"/>
    <w:multiLevelType w:val="multilevel"/>
    <w:tmpl w:val="CEBA6D9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cs="Times New Roman" w:hint="default"/>
      </w:rPr>
    </w:lvl>
  </w:abstractNum>
  <w:abstractNum w:abstractNumId="13">
    <w:nsid w:val="770A152C"/>
    <w:multiLevelType w:val="hybridMultilevel"/>
    <w:tmpl w:val="61C42CA4"/>
    <w:lvl w:ilvl="0" w:tplc="7A34A6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14">
    <w:nsid w:val="7A2C4886"/>
    <w:multiLevelType w:val="hybridMultilevel"/>
    <w:tmpl w:val="4B207C4E"/>
    <w:lvl w:ilvl="0" w:tplc="84CE624A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  <w:rPr>
        <w:rFonts w:cs="Times New Roman"/>
      </w:rPr>
    </w:lvl>
  </w:abstractNum>
  <w:abstractNum w:abstractNumId="15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>
    <w:nsid w:val="7E4574FC"/>
    <w:multiLevelType w:val="hybridMultilevel"/>
    <w:tmpl w:val="783293E2"/>
    <w:lvl w:ilvl="0" w:tplc="EE084FF2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2"/>
  </w:num>
  <w:num w:numId="5">
    <w:abstractNumId w:val="11"/>
  </w:num>
  <w:num w:numId="6">
    <w:abstractNumId w:val="0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"/>
  </w:num>
  <w:num w:numId="11">
    <w:abstractNumId w:val="6"/>
  </w:num>
  <w:num w:numId="12">
    <w:abstractNumId w:val="8"/>
  </w:num>
  <w:num w:numId="13">
    <w:abstractNumId w:val="7"/>
  </w:num>
  <w:num w:numId="14">
    <w:abstractNumId w:val="16"/>
  </w:num>
  <w:num w:numId="15">
    <w:abstractNumId w:val="5"/>
  </w:num>
  <w:num w:numId="16">
    <w:abstractNumId w:val="10"/>
  </w:num>
  <w:num w:numId="17">
    <w:abstractNumId w:val="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80B"/>
    <w:rsid w:val="00022E1A"/>
    <w:rsid w:val="00060CF2"/>
    <w:rsid w:val="00067275"/>
    <w:rsid w:val="00085A55"/>
    <w:rsid w:val="00096C4B"/>
    <w:rsid w:val="000C4D96"/>
    <w:rsid w:val="00131403"/>
    <w:rsid w:val="00161EAB"/>
    <w:rsid w:val="00176B5A"/>
    <w:rsid w:val="001C4A12"/>
    <w:rsid w:val="0028508B"/>
    <w:rsid w:val="00340115"/>
    <w:rsid w:val="003F6C1B"/>
    <w:rsid w:val="00473699"/>
    <w:rsid w:val="00504624"/>
    <w:rsid w:val="005200E9"/>
    <w:rsid w:val="005B1DD7"/>
    <w:rsid w:val="005B5A02"/>
    <w:rsid w:val="00620E8D"/>
    <w:rsid w:val="006261DC"/>
    <w:rsid w:val="00632D98"/>
    <w:rsid w:val="0066098A"/>
    <w:rsid w:val="006A76D2"/>
    <w:rsid w:val="006B5336"/>
    <w:rsid w:val="006C4123"/>
    <w:rsid w:val="006F2BA9"/>
    <w:rsid w:val="0077334D"/>
    <w:rsid w:val="00876ED4"/>
    <w:rsid w:val="0088358A"/>
    <w:rsid w:val="008907C2"/>
    <w:rsid w:val="0089680B"/>
    <w:rsid w:val="00897FCF"/>
    <w:rsid w:val="008E1A38"/>
    <w:rsid w:val="00993A7C"/>
    <w:rsid w:val="00A02FE3"/>
    <w:rsid w:val="00A31C71"/>
    <w:rsid w:val="00AD1230"/>
    <w:rsid w:val="00BE6CF4"/>
    <w:rsid w:val="00C276C7"/>
    <w:rsid w:val="00C911A0"/>
    <w:rsid w:val="00DA3190"/>
    <w:rsid w:val="00DF3477"/>
    <w:rsid w:val="00E137DA"/>
    <w:rsid w:val="00E43FBD"/>
    <w:rsid w:val="00E5347F"/>
    <w:rsid w:val="00E9408C"/>
    <w:rsid w:val="00ED7A4B"/>
    <w:rsid w:val="00EF6A5B"/>
    <w:rsid w:val="00FB1473"/>
    <w:rsid w:val="00FE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E3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9680B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22E1A"/>
    <w:pPr>
      <w:ind w:leftChars="200" w:left="480"/>
    </w:pPr>
  </w:style>
  <w:style w:type="character" w:styleId="Hyperlink">
    <w:name w:val="Hyperlink"/>
    <w:basedOn w:val="DefaultParagraphFont"/>
    <w:uiPriority w:val="99"/>
    <w:rsid w:val="00022E1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6609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098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609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098A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0115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0115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40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syteacher.org/4726-action-verbs-present-progressive.html" TargetMode="External"/><Relationship Id="rId13" Type="http://schemas.openxmlformats.org/officeDocument/2006/relationships/hyperlink" Target="http://busyteacher.org/7880-present-continuous-board-game-easy-verbs.html" TargetMode="External"/><Relationship Id="rId18" Type="http://schemas.openxmlformats.org/officeDocument/2006/relationships/hyperlink" Target="http://busyteacher.org/9484-present-continuous-powerpoint-presentation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usyteacher.org/6742-lemon-tree-song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busyteacher.org/8458-present-continuous-tense-worksheet.html" TargetMode="External"/><Relationship Id="rId17" Type="http://schemas.openxmlformats.org/officeDocument/2006/relationships/hyperlink" Target="http://busyteacher.org/6742-lemon-tree-song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hhaeXCUfKJA" TargetMode="External"/><Relationship Id="rId20" Type="http://schemas.openxmlformats.org/officeDocument/2006/relationships/hyperlink" Target="http://busyteacher.org/9207-what-are-the-simpsons-doing-at-home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usyteacher.org/8946-present-continuous-practice-worksheet.htm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usyteacher.org/7296-our-family-at-home-present-continuous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usyteacher.org/9207-what-are-the-simpsons-doing-at-home.html" TargetMode="External"/><Relationship Id="rId19" Type="http://schemas.openxmlformats.org/officeDocument/2006/relationships/hyperlink" Target="http://busyteacher.org/7623-the-present-continuous-tense-powerpoin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syteacher.org/8927-present-progressive-worksheet.html" TargetMode="External"/><Relationship Id="rId14" Type="http://schemas.openxmlformats.org/officeDocument/2006/relationships/hyperlink" Target="http://busyteacher.org/7647-what-are-they-doing.html" TargetMode="External"/><Relationship Id="rId22" Type="http://schemas.openxmlformats.org/officeDocument/2006/relationships/hyperlink" Target="http://www.youtube.com/watch?v=hhaeXCUfKJ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561</Words>
  <Characters>3202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Hsiaoyun</dc:creator>
  <cp:keywords/>
  <dc:description/>
  <cp:lastModifiedBy>user</cp:lastModifiedBy>
  <cp:revision>12</cp:revision>
  <dcterms:created xsi:type="dcterms:W3CDTF">2013-05-04T12:27:00Z</dcterms:created>
  <dcterms:modified xsi:type="dcterms:W3CDTF">2013-07-10T07:04:00Z</dcterms:modified>
</cp:coreProperties>
</file>